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prostřednictvím komunikačního rozhraní systému JOSEPHINE. Tent</w:t>
      </w:r>
      <w:r w:rsidR="000917F2">
        <w:rPr>
          <w:rFonts w:asciiTheme="minorHAnsi" w:hAnsiTheme="minorHAnsi"/>
          <w:b/>
          <w:sz w:val="22"/>
          <w:szCs w:val="22"/>
          <w:highlight w:val="yellow"/>
        </w:rPr>
        <w:t>o</w:t>
      </w:r>
      <w:bookmarkStart w:id="0" w:name="_GoBack"/>
      <w:bookmarkEnd w:id="0"/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917F2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199576F-52AF-49C9-B84E-EC7A052E3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420859DA.dotm</Template>
  <TotalTime>49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8</cp:revision>
  <cp:lastPrinted>2023-01-11T11:54:00Z</cp:lastPrinted>
  <dcterms:created xsi:type="dcterms:W3CDTF">2022-03-09T11:11:00Z</dcterms:created>
  <dcterms:modified xsi:type="dcterms:W3CDTF">2026-01-26T11:04:00Z</dcterms:modified>
</cp:coreProperties>
</file>